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2" w:type="pct"/>
        <w:tblLayout w:type="fixed"/>
        <w:tblLook w:val="04A0"/>
      </w:tblPr>
      <w:tblGrid>
        <w:gridCol w:w="4426"/>
        <w:gridCol w:w="1151"/>
        <w:gridCol w:w="4316"/>
      </w:tblGrid>
      <w:tr w:rsidR="00CB385A" w:rsidTr="00BB5CAC">
        <w:trPr>
          <w:trHeight w:val="413"/>
        </w:trPr>
        <w:tc>
          <w:tcPr>
            <w:tcW w:w="4426" w:type="dxa"/>
            <w:shd w:val="clear" w:color="auto" w:fill="auto"/>
          </w:tcPr>
          <w:p w:rsidR="00CB385A" w:rsidRPr="009F2642" w:rsidRDefault="0081417D" w:rsidP="00753021">
            <w:pPr>
              <w:jc w:val="center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</w:p>
        </w:tc>
        <w:tc>
          <w:tcPr>
            <w:tcW w:w="1151" w:type="dxa"/>
            <w:vMerge w:val="restart"/>
            <w:shd w:val="clear" w:color="auto" w:fill="auto"/>
          </w:tcPr>
          <w:p w:rsidR="00CB385A" w:rsidRPr="00602B72" w:rsidRDefault="00703E9E" w:rsidP="00753021">
            <w:pPr>
              <w:jc w:val="center"/>
            </w:pPr>
            <w:r w:rsidRPr="0081417D">
              <w:rPr>
                <w:b/>
                <w:noProof/>
              </w:rPr>
              <w:drawing>
                <wp:inline distT="0" distB="0" distL="0" distR="0">
                  <wp:extent cx="526415" cy="569595"/>
                  <wp:effectExtent l="19050" t="0" r="698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6" w:type="dxa"/>
            <w:shd w:val="clear" w:color="auto" w:fill="auto"/>
          </w:tcPr>
          <w:p w:rsidR="00CB385A" w:rsidRPr="006015D0" w:rsidRDefault="00CB385A" w:rsidP="00753021">
            <w:pPr>
              <w:jc w:val="center"/>
            </w:pPr>
          </w:p>
        </w:tc>
      </w:tr>
      <w:tr w:rsidR="00CB385A" w:rsidRPr="00CB385A" w:rsidTr="00BB5CAC">
        <w:trPr>
          <w:trHeight w:val="882"/>
        </w:trPr>
        <w:tc>
          <w:tcPr>
            <w:tcW w:w="4426" w:type="dxa"/>
            <w:shd w:val="clear" w:color="auto" w:fill="auto"/>
          </w:tcPr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Российская Федерация</w:t>
            </w: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Республика Коми</w:t>
            </w: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КОНТРОЛЬНО-СЧЕТНАЯ ПАЛАТА</w:t>
            </w:r>
          </w:p>
          <w:p w:rsidR="00CB385A" w:rsidRPr="00CB385A" w:rsidRDefault="00CB385A" w:rsidP="00753021">
            <w:pPr>
              <w:spacing w:after="60"/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МУНИЦИПАЛЬНОГО ОБРАЗОВАНИЯ ГОРОДСКОГО ОКРУГА «УХТА»</w:t>
            </w:r>
          </w:p>
          <w:p w:rsidR="00CB385A" w:rsidRPr="00CB385A" w:rsidRDefault="00CB385A" w:rsidP="00753021">
            <w:pPr>
              <w:spacing w:after="60"/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(КСП МОГО «УХТА»)</w:t>
            </w:r>
          </w:p>
        </w:tc>
        <w:tc>
          <w:tcPr>
            <w:tcW w:w="1151" w:type="dxa"/>
            <w:vMerge/>
            <w:shd w:val="clear" w:color="auto" w:fill="auto"/>
          </w:tcPr>
          <w:p w:rsidR="00CB385A" w:rsidRPr="00CB385A" w:rsidRDefault="00CB385A" w:rsidP="00753021">
            <w:pPr>
              <w:ind w:right="401"/>
              <w:jc w:val="center"/>
              <w:rPr>
                <w:sz w:val="24"/>
                <w:szCs w:val="24"/>
              </w:rPr>
            </w:pPr>
          </w:p>
        </w:tc>
        <w:tc>
          <w:tcPr>
            <w:tcW w:w="4316" w:type="dxa"/>
            <w:shd w:val="clear" w:color="auto" w:fill="auto"/>
          </w:tcPr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Россия Федерация</w:t>
            </w: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Коми Республика</w:t>
            </w: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«УХТА» КАР КЫТШЛÖН</w:t>
            </w:r>
          </w:p>
          <w:p w:rsidR="00CB385A" w:rsidRPr="00CB385A" w:rsidRDefault="00CB385A" w:rsidP="00753021">
            <w:pPr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МУНИЦИПАЛЬНÖЙ ЮКÖНСА</w:t>
            </w:r>
          </w:p>
          <w:p w:rsidR="00CB385A" w:rsidRPr="00CB385A" w:rsidRDefault="00CB385A" w:rsidP="00753021">
            <w:pPr>
              <w:keepNext/>
              <w:spacing w:after="60"/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ВИДЗÖДАН-АРТАЛАН ПАЛАТА</w:t>
            </w:r>
          </w:p>
          <w:p w:rsidR="00CB385A" w:rsidRPr="00CB385A" w:rsidRDefault="00CB385A" w:rsidP="00753021">
            <w:pPr>
              <w:spacing w:after="60"/>
              <w:jc w:val="center"/>
              <w:rPr>
                <w:sz w:val="24"/>
                <w:szCs w:val="24"/>
              </w:rPr>
            </w:pPr>
            <w:r w:rsidRPr="00CB385A">
              <w:rPr>
                <w:sz w:val="24"/>
                <w:szCs w:val="24"/>
              </w:rPr>
              <w:t>(«УХТА» ККМЮ ВАП)</w:t>
            </w:r>
          </w:p>
        </w:tc>
      </w:tr>
    </w:tbl>
    <w:p w:rsidR="00CB385A" w:rsidRPr="00CB385A" w:rsidRDefault="00CB385A" w:rsidP="0085116B">
      <w:pPr>
        <w:ind w:left="-142"/>
        <w:jc w:val="both"/>
        <w:rPr>
          <w:b/>
          <w:bCs/>
          <w:sz w:val="24"/>
          <w:szCs w:val="24"/>
        </w:rPr>
      </w:pPr>
    </w:p>
    <w:p w:rsidR="00CB385A" w:rsidRPr="00CB385A" w:rsidRDefault="00CB385A" w:rsidP="00CB385A">
      <w:pPr>
        <w:jc w:val="center"/>
        <w:rPr>
          <w:b/>
          <w:bCs/>
          <w:sz w:val="24"/>
          <w:szCs w:val="24"/>
        </w:rPr>
      </w:pPr>
      <w:r w:rsidRPr="00CB385A">
        <w:rPr>
          <w:b/>
          <w:bCs/>
          <w:sz w:val="24"/>
          <w:szCs w:val="24"/>
        </w:rPr>
        <w:t>ПРИКАЗ</w:t>
      </w:r>
    </w:p>
    <w:p w:rsidR="000D39E0" w:rsidRDefault="000D39E0" w:rsidP="00CB385A">
      <w:pPr>
        <w:spacing w:after="60"/>
        <w:ind w:right="-187"/>
        <w:jc w:val="both"/>
        <w:rPr>
          <w:sz w:val="24"/>
          <w:szCs w:val="24"/>
        </w:rPr>
      </w:pPr>
    </w:p>
    <w:p w:rsidR="00CB385A" w:rsidRPr="009927EF" w:rsidRDefault="00CB385A" w:rsidP="0085116B">
      <w:pPr>
        <w:spacing w:after="60"/>
        <w:ind w:right="-1"/>
        <w:jc w:val="both"/>
        <w:rPr>
          <w:sz w:val="26"/>
          <w:szCs w:val="26"/>
        </w:rPr>
      </w:pPr>
      <w:r w:rsidRPr="00625988">
        <w:rPr>
          <w:sz w:val="26"/>
          <w:szCs w:val="26"/>
        </w:rPr>
        <w:t>«</w:t>
      </w:r>
      <w:r w:rsidR="00BB5CAC">
        <w:rPr>
          <w:sz w:val="26"/>
          <w:szCs w:val="26"/>
        </w:rPr>
        <w:t>08</w:t>
      </w:r>
      <w:r w:rsidRPr="00625988">
        <w:rPr>
          <w:sz w:val="26"/>
          <w:szCs w:val="26"/>
        </w:rPr>
        <w:t>»</w:t>
      </w:r>
      <w:r w:rsidR="0018684D">
        <w:rPr>
          <w:sz w:val="26"/>
          <w:szCs w:val="26"/>
        </w:rPr>
        <w:t xml:space="preserve"> </w:t>
      </w:r>
      <w:r w:rsidR="00BB5CAC">
        <w:rPr>
          <w:sz w:val="26"/>
          <w:szCs w:val="26"/>
        </w:rPr>
        <w:t>сентября</w:t>
      </w:r>
      <w:r w:rsidR="0018684D">
        <w:rPr>
          <w:sz w:val="26"/>
          <w:szCs w:val="26"/>
        </w:rPr>
        <w:t xml:space="preserve"> </w:t>
      </w:r>
      <w:r w:rsidRPr="00625988">
        <w:rPr>
          <w:sz w:val="26"/>
          <w:szCs w:val="26"/>
        </w:rPr>
        <w:t>202</w:t>
      </w:r>
      <w:r w:rsidR="00BB5CAC">
        <w:rPr>
          <w:sz w:val="26"/>
          <w:szCs w:val="26"/>
        </w:rPr>
        <w:t>3</w:t>
      </w:r>
      <w:r w:rsidRPr="00625988">
        <w:rPr>
          <w:sz w:val="26"/>
          <w:szCs w:val="26"/>
        </w:rPr>
        <w:t xml:space="preserve">г.                                                  </w:t>
      </w:r>
      <w:r w:rsidR="0018684D">
        <w:rPr>
          <w:sz w:val="26"/>
          <w:szCs w:val="26"/>
        </w:rPr>
        <w:t xml:space="preserve">                                            </w:t>
      </w:r>
      <w:r w:rsidR="00384AEC" w:rsidRPr="00625988">
        <w:rPr>
          <w:sz w:val="26"/>
          <w:szCs w:val="26"/>
        </w:rPr>
        <w:t xml:space="preserve">№ </w:t>
      </w:r>
      <w:r w:rsidR="00BB5CAC">
        <w:rPr>
          <w:sz w:val="26"/>
          <w:szCs w:val="26"/>
        </w:rPr>
        <w:t>2</w:t>
      </w:r>
      <w:r w:rsidR="00B97A23">
        <w:rPr>
          <w:sz w:val="26"/>
          <w:szCs w:val="26"/>
        </w:rPr>
        <w:t>0</w:t>
      </w:r>
      <w:r w:rsidR="00161E9C" w:rsidRPr="00625988">
        <w:rPr>
          <w:sz w:val="26"/>
          <w:szCs w:val="26"/>
        </w:rPr>
        <w:t>/ПД</w:t>
      </w:r>
    </w:p>
    <w:p w:rsidR="00CB385A" w:rsidRPr="009927EF" w:rsidRDefault="00CB385A" w:rsidP="00CB385A">
      <w:pPr>
        <w:spacing w:after="60"/>
        <w:jc w:val="center"/>
        <w:rPr>
          <w:sz w:val="22"/>
          <w:szCs w:val="22"/>
        </w:rPr>
      </w:pPr>
      <w:r w:rsidRPr="009927EF">
        <w:rPr>
          <w:sz w:val="22"/>
          <w:szCs w:val="22"/>
        </w:rPr>
        <w:t>г. Ухта</w:t>
      </w:r>
    </w:p>
    <w:p w:rsidR="00CB385A" w:rsidRPr="009927EF" w:rsidRDefault="00CB385A" w:rsidP="004460B2">
      <w:pPr>
        <w:ind w:right="5215"/>
        <w:rPr>
          <w:i/>
          <w:sz w:val="22"/>
          <w:szCs w:val="22"/>
        </w:rPr>
      </w:pPr>
    </w:p>
    <w:p w:rsidR="000E1419" w:rsidRPr="002E6293" w:rsidRDefault="009602EB" w:rsidP="007158DF">
      <w:pPr>
        <w:jc w:val="both"/>
        <w:rPr>
          <w:i/>
          <w:sz w:val="22"/>
          <w:szCs w:val="22"/>
        </w:rPr>
      </w:pPr>
      <w:r w:rsidRPr="002E6293">
        <w:rPr>
          <w:i/>
          <w:sz w:val="22"/>
          <w:szCs w:val="22"/>
        </w:rPr>
        <w:t>О</w:t>
      </w:r>
      <w:r w:rsidR="005A5DCF" w:rsidRPr="002E6293">
        <w:rPr>
          <w:i/>
          <w:sz w:val="22"/>
          <w:szCs w:val="22"/>
        </w:rPr>
        <w:t xml:space="preserve">б </w:t>
      </w:r>
      <w:r w:rsidR="000E1419" w:rsidRPr="002E6293">
        <w:rPr>
          <w:i/>
          <w:sz w:val="22"/>
          <w:szCs w:val="22"/>
        </w:rPr>
        <w:t>использовании сотрудниками КСП МОГО «Ухта»</w:t>
      </w:r>
    </w:p>
    <w:p w:rsidR="007158DF" w:rsidRDefault="00BB5CAC" w:rsidP="007158DF">
      <w:pPr>
        <w:jc w:val="both"/>
        <w:rPr>
          <w:i/>
          <w:sz w:val="22"/>
          <w:szCs w:val="22"/>
        </w:rPr>
      </w:pPr>
      <w:r w:rsidRPr="002E6293">
        <w:rPr>
          <w:i/>
          <w:sz w:val="22"/>
          <w:szCs w:val="22"/>
        </w:rPr>
        <w:t>Инструктивно-м</w:t>
      </w:r>
      <w:r w:rsidR="004C2316" w:rsidRPr="002E6293">
        <w:rPr>
          <w:i/>
          <w:sz w:val="22"/>
          <w:szCs w:val="22"/>
        </w:rPr>
        <w:t xml:space="preserve">етодических </w:t>
      </w:r>
      <w:r w:rsidRPr="002E6293">
        <w:rPr>
          <w:i/>
          <w:sz w:val="22"/>
          <w:szCs w:val="22"/>
        </w:rPr>
        <w:t>материалов</w:t>
      </w:r>
      <w:r w:rsidR="002E6293" w:rsidRPr="002E6293">
        <w:rPr>
          <w:i/>
          <w:sz w:val="22"/>
          <w:szCs w:val="22"/>
        </w:rPr>
        <w:t>,</w:t>
      </w:r>
      <w:r w:rsidR="0018684D">
        <w:rPr>
          <w:i/>
          <w:sz w:val="22"/>
          <w:szCs w:val="22"/>
        </w:rPr>
        <w:t xml:space="preserve"> </w:t>
      </w:r>
      <w:r w:rsidR="002E6293" w:rsidRPr="002E6293">
        <w:rPr>
          <w:i/>
          <w:sz w:val="22"/>
          <w:szCs w:val="22"/>
        </w:rPr>
        <w:t>связанны</w:t>
      </w:r>
      <w:r w:rsidR="007158DF">
        <w:rPr>
          <w:i/>
          <w:sz w:val="22"/>
          <w:szCs w:val="22"/>
        </w:rPr>
        <w:t>х</w:t>
      </w:r>
    </w:p>
    <w:p w:rsidR="0097393F" w:rsidRPr="009927EF" w:rsidRDefault="002E6293" w:rsidP="007158DF">
      <w:pPr>
        <w:jc w:val="both"/>
        <w:rPr>
          <w:i/>
          <w:sz w:val="22"/>
          <w:szCs w:val="22"/>
        </w:rPr>
      </w:pPr>
      <w:r w:rsidRPr="002E6293">
        <w:rPr>
          <w:i/>
          <w:sz w:val="22"/>
          <w:szCs w:val="22"/>
        </w:rPr>
        <w:t>с соблюдением антикоррупционных стандартов</w:t>
      </w:r>
    </w:p>
    <w:p w:rsidR="00CB385A" w:rsidRPr="009927EF" w:rsidRDefault="00CB385A" w:rsidP="00351AFC">
      <w:pPr>
        <w:jc w:val="both"/>
        <w:rPr>
          <w:i/>
          <w:sz w:val="22"/>
          <w:szCs w:val="22"/>
        </w:rPr>
      </w:pPr>
    </w:p>
    <w:p w:rsidR="00351AFC" w:rsidRPr="000A0A97" w:rsidRDefault="00351AFC" w:rsidP="00351AFC">
      <w:pPr>
        <w:jc w:val="both"/>
        <w:rPr>
          <w:i/>
          <w:highlight w:val="yellow"/>
        </w:rPr>
      </w:pPr>
    </w:p>
    <w:p w:rsidR="0069143D" w:rsidRPr="004636C1" w:rsidRDefault="0069143D" w:rsidP="004636C1">
      <w:pPr>
        <w:keepNext/>
        <w:suppressAutoHyphens/>
        <w:ind w:firstLine="709"/>
        <w:jc w:val="both"/>
        <w:rPr>
          <w:sz w:val="24"/>
          <w:szCs w:val="24"/>
        </w:rPr>
      </w:pPr>
      <w:r w:rsidRPr="004636C1">
        <w:rPr>
          <w:sz w:val="24"/>
          <w:szCs w:val="24"/>
        </w:rPr>
        <w:t xml:space="preserve">В </w:t>
      </w:r>
      <w:r w:rsidR="000E1419" w:rsidRPr="004636C1">
        <w:rPr>
          <w:sz w:val="24"/>
          <w:szCs w:val="24"/>
        </w:rPr>
        <w:t xml:space="preserve">целях реализации </w:t>
      </w:r>
      <w:r w:rsidR="00BB5CAC">
        <w:rPr>
          <w:sz w:val="24"/>
          <w:szCs w:val="24"/>
        </w:rPr>
        <w:t>Указа Президента Российской Федерации от 29 декабря 2022 г. № 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</w:t>
      </w:r>
    </w:p>
    <w:p w:rsidR="0069143D" w:rsidRPr="004636C1" w:rsidRDefault="0069143D" w:rsidP="004636C1">
      <w:pPr>
        <w:keepNext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</w:p>
    <w:p w:rsidR="0085116B" w:rsidRPr="004636C1" w:rsidRDefault="00CB385A" w:rsidP="004636C1">
      <w:pPr>
        <w:pStyle w:val="ConsNormal"/>
        <w:keepNext/>
        <w:widowControl/>
        <w:suppressAutoHyphens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>ПРИКАЗЫВАЮ:</w:t>
      </w:r>
    </w:p>
    <w:p w:rsidR="0085116B" w:rsidRPr="007158DF" w:rsidRDefault="00E8570C" w:rsidP="004636C1">
      <w:pPr>
        <w:pStyle w:val="ConsNormal"/>
        <w:keepNext/>
        <w:widowControl/>
        <w:numPr>
          <w:ilvl w:val="0"/>
          <w:numId w:val="12"/>
        </w:numPr>
        <w:suppressAutoHyphens/>
        <w:spacing w:before="2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158DF">
        <w:rPr>
          <w:rFonts w:ascii="Times New Roman" w:hAnsi="Times New Roman"/>
          <w:sz w:val="24"/>
          <w:szCs w:val="24"/>
        </w:rPr>
        <w:t>С</w:t>
      </w:r>
      <w:r w:rsidR="002F6011" w:rsidRPr="007158DF">
        <w:rPr>
          <w:rFonts w:ascii="Times New Roman" w:hAnsi="Times New Roman"/>
          <w:sz w:val="24"/>
          <w:szCs w:val="24"/>
        </w:rPr>
        <w:t>отрудникам</w:t>
      </w:r>
      <w:r w:rsidR="0018684D">
        <w:rPr>
          <w:rFonts w:ascii="Times New Roman" w:hAnsi="Times New Roman"/>
          <w:sz w:val="24"/>
          <w:szCs w:val="24"/>
        </w:rPr>
        <w:t xml:space="preserve"> </w:t>
      </w:r>
      <w:r w:rsidR="00E2116A" w:rsidRPr="007158DF">
        <w:rPr>
          <w:rFonts w:ascii="Times New Roman" w:hAnsi="Times New Roman"/>
          <w:sz w:val="24"/>
          <w:szCs w:val="24"/>
        </w:rPr>
        <w:t>К</w:t>
      </w:r>
      <w:r w:rsidRPr="007158DF">
        <w:rPr>
          <w:rFonts w:ascii="Times New Roman" w:hAnsi="Times New Roman"/>
          <w:sz w:val="24"/>
          <w:szCs w:val="24"/>
        </w:rPr>
        <w:t xml:space="preserve">онтрольно-счетной палаты </w:t>
      </w:r>
      <w:r w:rsidR="002F6011" w:rsidRPr="007158DF">
        <w:rPr>
          <w:rFonts w:ascii="Times New Roman" w:hAnsi="Times New Roman"/>
          <w:sz w:val="24"/>
          <w:szCs w:val="24"/>
        </w:rPr>
        <w:t>МОГО «Ухта», р</w:t>
      </w:r>
      <w:r w:rsidR="000E1419" w:rsidRPr="007158DF">
        <w:rPr>
          <w:rFonts w:ascii="Times New Roman" w:hAnsi="Times New Roman"/>
          <w:sz w:val="24"/>
          <w:szCs w:val="24"/>
        </w:rPr>
        <w:t>уководствоваться</w:t>
      </w:r>
      <w:r w:rsidR="0018684D">
        <w:rPr>
          <w:rFonts w:ascii="Times New Roman" w:hAnsi="Times New Roman"/>
          <w:sz w:val="24"/>
          <w:szCs w:val="24"/>
        </w:rPr>
        <w:t xml:space="preserve"> </w:t>
      </w:r>
      <w:r w:rsidR="00CC4CED" w:rsidRPr="007158DF">
        <w:rPr>
          <w:rFonts w:ascii="Times New Roman" w:hAnsi="Times New Roman"/>
          <w:sz w:val="24"/>
          <w:szCs w:val="24"/>
        </w:rPr>
        <w:t xml:space="preserve">инструктивно-методическими материалами по вопросам, связанным с соблюдением </w:t>
      </w:r>
      <w:r w:rsidR="007158DF" w:rsidRPr="007158DF">
        <w:rPr>
          <w:rFonts w:ascii="Times New Roman" w:hAnsi="Times New Roman"/>
          <w:sz w:val="24"/>
          <w:szCs w:val="24"/>
        </w:rPr>
        <w:t xml:space="preserve">отдельных </w:t>
      </w:r>
      <w:r w:rsidR="00CC4CED" w:rsidRPr="007158DF">
        <w:rPr>
          <w:rFonts w:ascii="Times New Roman" w:hAnsi="Times New Roman"/>
          <w:sz w:val="24"/>
          <w:szCs w:val="24"/>
        </w:rPr>
        <w:t xml:space="preserve">антикоррупционных стандартов, </w:t>
      </w:r>
      <w:r w:rsidR="007158DF" w:rsidRPr="007158DF">
        <w:rPr>
          <w:rFonts w:ascii="Times New Roman" w:hAnsi="Times New Roman"/>
          <w:sz w:val="24"/>
          <w:szCs w:val="24"/>
        </w:rPr>
        <w:t>участниками СВО и командированными лицами на период проведения СВО</w:t>
      </w:r>
      <w:r w:rsidRPr="007158DF">
        <w:rPr>
          <w:rFonts w:ascii="Times New Roman" w:hAnsi="Times New Roman"/>
          <w:sz w:val="24"/>
          <w:szCs w:val="24"/>
        </w:rPr>
        <w:t>,</w:t>
      </w:r>
      <w:r w:rsidR="0018684D">
        <w:rPr>
          <w:rFonts w:ascii="Times New Roman" w:hAnsi="Times New Roman"/>
          <w:sz w:val="24"/>
          <w:szCs w:val="24"/>
        </w:rPr>
        <w:t xml:space="preserve"> </w:t>
      </w:r>
      <w:r w:rsidRPr="007158DF">
        <w:rPr>
          <w:rFonts w:ascii="Times New Roman" w:hAnsi="Times New Roman"/>
          <w:sz w:val="24"/>
          <w:szCs w:val="24"/>
        </w:rPr>
        <w:t xml:space="preserve">представленных в </w:t>
      </w:r>
      <w:r w:rsidR="005A5DCF" w:rsidRPr="007158DF">
        <w:rPr>
          <w:rFonts w:ascii="Times New Roman" w:hAnsi="Times New Roman"/>
          <w:sz w:val="24"/>
          <w:szCs w:val="24"/>
        </w:rPr>
        <w:t>Приложени</w:t>
      </w:r>
      <w:r w:rsidRPr="007158DF">
        <w:rPr>
          <w:rFonts w:ascii="Times New Roman" w:hAnsi="Times New Roman"/>
          <w:sz w:val="24"/>
          <w:szCs w:val="24"/>
        </w:rPr>
        <w:t>и</w:t>
      </w:r>
      <w:r w:rsidR="005A5DCF" w:rsidRPr="007158DF">
        <w:rPr>
          <w:rFonts w:ascii="Times New Roman" w:hAnsi="Times New Roman"/>
          <w:sz w:val="24"/>
          <w:szCs w:val="24"/>
        </w:rPr>
        <w:t xml:space="preserve"> к настоящему приказу.</w:t>
      </w:r>
    </w:p>
    <w:p w:rsidR="0085116B" w:rsidRPr="004636C1" w:rsidRDefault="00992FC2" w:rsidP="004636C1">
      <w:pPr>
        <w:pStyle w:val="ConsNormal"/>
        <w:keepNext/>
        <w:widowControl/>
        <w:numPr>
          <w:ilvl w:val="0"/>
          <w:numId w:val="12"/>
        </w:numPr>
        <w:suppressAutoHyphens/>
        <w:spacing w:before="2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>Настоящий приказ вступает в силу со дн</w:t>
      </w:r>
      <w:r w:rsidR="000A0A97" w:rsidRPr="004636C1">
        <w:rPr>
          <w:rFonts w:ascii="Times New Roman" w:hAnsi="Times New Roman"/>
          <w:sz w:val="24"/>
          <w:szCs w:val="24"/>
        </w:rPr>
        <w:t>я ег</w:t>
      </w:r>
      <w:r w:rsidR="003A6EE5" w:rsidRPr="004636C1">
        <w:rPr>
          <w:rFonts w:ascii="Times New Roman" w:hAnsi="Times New Roman"/>
          <w:sz w:val="24"/>
          <w:szCs w:val="24"/>
        </w:rPr>
        <w:t>о подписания</w:t>
      </w:r>
      <w:r w:rsidR="00206B70" w:rsidRPr="004636C1">
        <w:rPr>
          <w:rFonts w:ascii="Times New Roman" w:hAnsi="Times New Roman"/>
          <w:sz w:val="24"/>
          <w:szCs w:val="24"/>
        </w:rPr>
        <w:t>.</w:t>
      </w:r>
    </w:p>
    <w:p w:rsidR="00992FC2" w:rsidRPr="004636C1" w:rsidRDefault="00992FC2" w:rsidP="004636C1">
      <w:pPr>
        <w:pStyle w:val="ConsNormal"/>
        <w:keepNext/>
        <w:widowControl/>
        <w:numPr>
          <w:ilvl w:val="0"/>
          <w:numId w:val="12"/>
        </w:numPr>
        <w:suppressAutoHyphens/>
        <w:spacing w:before="24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>Контроль за исполнением настоящего приказа оставляю за собой</w:t>
      </w:r>
      <w:r w:rsidR="000A0A97" w:rsidRPr="004636C1">
        <w:rPr>
          <w:rFonts w:ascii="Times New Roman" w:hAnsi="Times New Roman"/>
          <w:sz w:val="24"/>
          <w:szCs w:val="24"/>
        </w:rPr>
        <w:t>.</w:t>
      </w:r>
    </w:p>
    <w:p w:rsidR="00D1136E" w:rsidRPr="004636C1" w:rsidRDefault="00D1136E" w:rsidP="0085116B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0D51" w:rsidRPr="004636C1" w:rsidRDefault="00D20D51" w:rsidP="0085116B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20D51" w:rsidRPr="004636C1" w:rsidRDefault="00D20D51" w:rsidP="0085116B">
      <w:pPr>
        <w:pStyle w:val="Con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B385A" w:rsidRPr="004636C1" w:rsidRDefault="00CB385A" w:rsidP="008963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>Председател</w:t>
      </w:r>
      <w:r w:rsidR="00641BEC" w:rsidRPr="004636C1">
        <w:rPr>
          <w:rFonts w:ascii="Times New Roman" w:hAnsi="Times New Roman"/>
          <w:sz w:val="24"/>
          <w:szCs w:val="24"/>
        </w:rPr>
        <w:t>ь</w:t>
      </w:r>
    </w:p>
    <w:p w:rsidR="00CB385A" w:rsidRPr="004636C1" w:rsidRDefault="00CB385A" w:rsidP="008963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D1136E" w:rsidRPr="004636C1" w:rsidRDefault="00CB385A" w:rsidP="0089631E">
      <w:pPr>
        <w:pStyle w:val="ConsNormal"/>
        <w:widowControl/>
        <w:tabs>
          <w:tab w:val="left" w:pos="8325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4636C1">
        <w:rPr>
          <w:rFonts w:ascii="Times New Roman" w:hAnsi="Times New Roman"/>
          <w:sz w:val="24"/>
          <w:szCs w:val="24"/>
        </w:rPr>
        <w:t>МОГ</w:t>
      </w:r>
      <w:r w:rsidR="005B39E8" w:rsidRPr="004636C1">
        <w:rPr>
          <w:rFonts w:ascii="Times New Roman" w:hAnsi="Times New Roman"/>
          <w:sz w:val="24"/>
          <w:szCs w:val="24"/>
        </w:rPr>
        <w:t>О «Ухта»</w:t>
      </w:r>
      <w:bookmarkStart w:id="0" w:name="_GoBack"/>
      <w:bookmarkEnd w:id="0"/>
      <w:r w:rsidR="001868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617200" w:rsidRPr="004636C1">
        <w:rPr>
          <w:rFonts w:ascii="Times New Roman" w:hAnsi="Times New Roman"/>
          <w:sz w:val="24"/>
          <w:szCs w:val="24"/>
        </w:rPr>
        <w:t>А.В. Бартева</w:t>
      </w:r>
    </w:p>
    <w:p w:rsidR="000D39E0" w:rsidRPr="004636C1" w:rsidRDefault="000D39E0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90827" w:rsidRPr="004636C1" w:rsidRDefault="00D90827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D90827" w:rsidRPr="004636C1" w:rsidRDefault="00D90827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F33D7F" w:rsidRPr="004636C1" w:rsidRDefault="00F33D7F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F33D7F" w:rsidRPr="004636C1" w:rsidRDefault="00F33D7F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2E694E" w:rsidRDefault="002E694E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2E6293" w:rsidRDefault="002E6293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2E6293" w:rsidRDefault="002E6293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7158DF" w:rsidRDefault="007158DF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7158DF" w:rsidRDefault="007158DF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7158DF" w:rsidRDefault="007158DF" w:rsidP="0082691E">
      <w:pPr>
        <w:pStyle w:val="Con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625988">
        <w:rPr>
          <w:rFonts w:ascii="Times New Roman" w:hAnsi="Times New Roman"/>
          <w:sz w:val="24"/>
          <w:szCs w:val="24"/>
        </w:rPr>
        <w:t xml:space="preserve">С приказом от </w:t>
      </w:r>
      <w:r w:rsidR="002E6293">
        <w:rPr>
          <w:rFonts w:ascii="Times New Roman" w:hAnsi="Times New Roman"/>
          <w:sz w:val="24"/>
          <w:szCs w:val="24"/>
        </w:rPr>
        <w:t>08</w:t>
      </w:r>
      <w:r w:rsidR="0018684D">
        <w:rPr>
          <w:rFonts w:ascii="Times New Roman" w:hAnsi="Times New Roman"/>
          <w:sz w:val="24"/>
          <w:szCs w:val="24"/>
        </w:rPr>
        <w:t xml:space="preserve"> </w:t>
      </w:r>
      <w:r w:rsidR="002E6293">
        <w:rPr>
          <w:rFonts w:ascii="Times New Roman" w:hAnsi="Times New Roman"/>
          <w:sz w:val="24"/>
          <w:szCs w:val="24"/>
        </w:rPr>
        <w:t>сентября</w:t>
      </w:r>
      <w:r w:rsidR="002226B2" w:rsidRPr="00625988">
        <w:rPr>
          <w:rFonts w:ascii="Times New Roman" w:hAnsi="Times New Roman"/>
          <w:sz w:val="24"/>
          <w:szCs w:val="24"/>
        </w:rPr>
        <w:t xml:space="preserve"> 202</w:t>
      </w:r>
      <w:r w:rsidR="002E6293">
        <w:rPr>
          <w:rFonts w:ascii="Times New Roman" w:hAnsi="Times New Roman"/>
          <w:sz w:val="24"/>
          <w:szCs w:val="24"/>
        </w:rPr>
        <w:t>3</w:t>
      </w:r>
      <w:r w:rsidRPr="00625988">
        <w:rPr>
          <w:rFonts w:ascii="Times New Roman" w:hAnsi="Times New Roman"/>
          <w:sz w:val="24"/>
          <w:szCs w:val="24"/>
        </w:rPr>
        <w:t xml:space="preserve"> № </w:t>
      </w:r>
      <w:r w:rsidR="002E6293">
        <w:rPr>
          <w:rFonts w:ascii="Times New Roman" w:hAnsi="Times New Roman"/>
          <w:sz w:val="24"/>
          <w:szCs w:val="24"/>
        </w:rPr>
        <w:t>2</w:t>
      </w:r>
      <w:r w:rsidR="00B97A23">
        <w:rPr>
          <w:rFonts w:ascii="Times New Roman" w:hAnsi="Times New Roman"/>
          <w:sz w:val="24"/>
          <w:szCs w:val="24"/>
        </w:rPr>
        <w:t>0</w:t>
      </w:r>
      <w:r w:rsidR="002226B2" w:rsidRPr="00625988">
        <w:rPr>
          <w:rFonts w:ascii="Times New Roman" w:hAnsi="Times New Roman"/>
          <w:sz w:val="24"/>
          <w:szCs w:val="24"/>
        </w:rPr>
        <w:t>/ПД</w:t>
      </w:r>
      <w:r w:rsidR="0018684D">
        <w:rPr>
          <w:rFonts w:ascii="Times New Roman" w:hAnsi="Times New Roman"/>
          <w:sz w:val="24"/>
          <w:szCs w:val="24"/>
        </w:rPr>
        <w:t xml:space="preserve"> </w:t>
      </w:r>
      <w:r w:rsidRPr="00625988">
        <w:rPr>
          <w:rFonts w:ascii="Times New Roman" w:hAnsi="Times New Roman"/>
          <w:sz w:val="24"/>
          <w:szCs w:val="24"/>
        </w:rPr>
        <w:t>ознакомлен</w:t>
      </w:r>
      <w:r w:rsidR="007158DF">
        <w:rPr>
          <w:rFonts w:ascii="Times New Roman" w:hAnsi="Times New Roman"/>
          <w:sz w:val="24"/>
          <w:szCs w:val="24"/>
        </w:rPr>
        <w:t xml:space="preserve"> (</w:t>
      </w:r>
      <w:r w:rsidRPr="00625988">
        <w:rPr>
          <w:rFonts w:ascii="Times New Roman" w:hAnsi="Times New Roman"/>
          <w:sz w:val="24"/>
          <w:szCs w:val="24"/>
        </w:rPr>
        <w:t>ы</w:t>
      </w:r>
      <w:r w:rsidR="007158DF">
        <w:rPr>
          <w:rFonts w:ascii="Times New Roman" w:hAnsi="Times New Roman"/>
          <w:sz w:val="24"/>
          <w:szCs w:val="24"/>
        </w:rPr>
        <w:t>)</w:t>
      </w:r>
      <w:r w:rsidRPr="00625988">
        <w:rPr>
          <w:rFonts w:ascii="Times New Roman" w:hAnsi="Times New Roman"/>
          <w:sz w:val="24"/>
          <w:szCs w:val="24"/>
        </w:rPr>
        <w:t>:</w:t>
      </w: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</w:t>
      </w:r>
      <w:r w:rsidR="00943485">
        <w:rPr>
          <w:rFonts w:ascii="Times New Roman" w:hAnsi="Times New Roman"/>
          <w:sz w:val="22"/>
          <w:szCs w:val="22"/>
        </w:rPr>
        <w:t xml:space="preserve">_____________________20____г. </w:t>
      </w:r>
      <w:r>
        <w:rPr>
          <w:rFonts w:ascii="Times New Roman" w:hAnsi="Times New Roman"/>
          <w:sz w:val="22"/>
          <w:szCs w:val="22"/>
        </w:rPr>
        <w:t xml:space="preserve"> _______________________        ______________________</w:t>
      </w: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_______________________        ______________________</w:t>
      </w: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2691E" w:rsidRDefault="0082691E" w:rsidP="0082691E">
      <w:pPr>
        <w:pStyle w:val="ConsNormal"/>
        <w:widowControl/>
        <w:ind w:firstLine="0"/>
        <w:jc w:val="both"/>
      </w:pP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_______________________        ______________________</w:t>
      </w:r>
    </w:p>
    <w:p w:rsidR="0082691E" w:rsidRDefault="0082691E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08CA" w:rsidRDefault="008508CA" w:rsidP="008508CA">
      <w:pPr>
        <w:pStyle w:val="ConsNormal"/>
        <w:widowControl/>
        <w:ind w:firstLine="0"/>
        <w:jc w:val="both"/>
      </w:pPr>
    </w:p>
    <w:p w:rsidR="008508CA" w:rsidRDefault="008508CA" w:rsidP="008508CA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«____»_______________________20____г.  _______________________        ______________________</w:t>
      </w:r>
    </w:p>
    <w:p w:rsidR="008508CA" w:rsidRDefault="008508CA" w:rsidP="008508CA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08CA" w:rsidRDefault="008508CA" w:rsidP="008508CA">
      <w:pPr>
        <w:pStyle w:val="ConsNormal"/>
        <w:widowControl/>
        <w:ind w:firstLine="0"/>
        <w:jc w:val="both"/>
      </w:pPr>
    </w:p>
    <w:p w:rsidR="008508CA" w:rsidRDefault="008508CA" w:rsidP="008508CA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«____</w:t>
      </w:r>
      <w:r w:rsidR="00943485">
        <w:rPr>
          <w:rFonts w:ascii="Times New Roman" w:hAnsi="Times New Roman"/>
          <w:sz w:val="22"/>
          <w:szCs w:val="22"/>
        </w:rPr>
        <w:t>»_______________________20____г.</w:t>
      </w:r>
      <w:r>
        <w:rPr>
          <w:rFonts w:ascii="Times New Roman" w:hAnsi="Times New Roman"/>
          <w:sz w:val="22"/>
          <w:szCs w:val="22"/>
        </w:rPr>
        <w:t xml:space="preserve">  _______________________        ______________________</w:t>
      </w:r>
    </w:p>
    <w:p w:rsidR="008508CA" w:rsidRDefault="008508CA" w:rsidP="008508CA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8508CA" w:rsidRDefault="008508CA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p w:rsidR="007158DF" w:rsidRDefault="007158DF" w:rsidP="0082691E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</w:p>
    <w:sectPr w:rsidR="007158DF" w:rsidSect="00943485">
      <w:footerReference w:type="even" r:id="rId9"/>
      <w:footerReference w:type="default" r:id="rId10"/>
      <w:type w:val="continuous"/>
      <w:pgSz w:w="11907" w:h="16840" w:code="9"/>
      <w:pgMar w:top="1134" w:right="708" w:bottom="1134" w:left="1701" w:header="567" w:footer="363" w:gutter="0"/>
      <w:cols w:space="1134" w:equalWidth="0">
        <w:col w:w="949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A05" w:rsidRDefault="00F55A05">
      <w:r>
        <w:separator/>
      </w:r>
    </w:p>
  </w:endnote>
  <w:endnote w:type="continuationSeparator" w:id="1">
    <w:p w:rsidR="00F55A05" w:rsidRDefault="00F55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BA0BC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023A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23A3">
      <w:rPr>
        <w:rStyle w:val="a4"/>
        <w:noProof/>
      </w:rPr>
      <w:t>1</w:t>
    </w:r>
    <w:r>
      <w:rPr>
        <w:rStyle w:val="a4"/>
      </w:rPr>
      <w:fldChar w:fldCharType="end"/>
    </w:r>
  </w:p>
  <w:p w:rsidR="001023A3" w:rsidRDefault="001023A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3" w:rsidRDefault="001023A3">
    <w:pPr>
      <w:pStyle w:val="a3"/>
      <w:tabs>
        <w:tab w:val="clear" w:pos="8306"/>
        <w:tab w:val="right" w:pos="8931"/>
      </w:tabs>
      <w:ind w:right="360"/>
      <w:rPr>
        <w:sz w:val="16"/>
        <w:lang w:val="en-US"/>
      </w:rPr>
    </w:pPr>
    <w:r>
      <w:rPr>
        <w:sz w:val="16"/>
        <w:lang w:val="en-US"/>
      </w:rPr>
      <w:tab/>
    </w:r>
    <w:r>
      <w:rPr>
        <w:sz w:val="16"/>
        <w:lang w:val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A05" w:rsidRDefault="00F55A05">
      <w:r>
        <w:separator/>
      </w:r>
    </w:p>
  </w:footnote>
  <w:footnote w:type="continuationSeparator" w:id="1">
    <w:p w:rsidR="00F55A05" w:rsidRDefault="00F55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55448"/>
    <w:multiLevelType w:val="hybridMultilevel"/>
    <w:tmpl w:val="F5C2DB1E"/>
    <w:lvl w:ilvl="0" w:tplc="DE449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336B60"/>
    <w:multiLevelType w:val="multilevel"/>
    <w:tmpl w:val="D65890B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FA52FB0"/>
    <w:multiLevelType w:val="multilevel"/>
    <w:tmpl w:val="A9DE17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21E91D10"/>
    <w:multiLevelType w:val="hybridMultilevel"/>
    <w:tmpl w:val="05C233B4"/>
    <w:lvl w:ilvl="0" w:tplc="6A6076C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C0163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B7687A"/>
    <w:multiLevelType w:val="hybridMultilevel"/>
    <w:tmpl w:val="35683EC4"/>
    <w:lvl w:ilvl="0" w:tplc="BA2233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7B20C8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547AEC"/>
    <w:multiLevelType w:val="hybridMultilevel"/>
    <w:tmpl w:val="D098E378"/>
    <w:lvl w:ilvl="0" w:tplc="57FA9A1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74CF0"/>
    <w:multiLevelType w:val="singleLevel"/>
    <w:tmpl w:val="9F3C554C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>
    <w:nsid w:val="500774AB"/>
    <w:multiLevelType w:val="hybridMultilevel"/>
    <w:tmpl w:val="D65890B8"/>
    <w:lvl w:ilvl="0" w:tplc="320685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DBC1466"/>
    <w:multiLevelType w:val="multilevel"/>
    <w:tmpl w:val="35683E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4DC7643"/>
    <w:multiLevelType w:val="hybridMultilevel"/>
    <w:tmpl w:val="C7103B82"/>
    <w:lvl w:ilvl="0" w:tplc="C0027E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10"/>
  </w:num>
  <w:num w:numId="7">
    <w:abstractNumId w:val="1"/>
  </w:num>
  <w:num w:numId="8">
    <w:abstractNumId w:val="11"/>
  </w:num>
  <w:num w:numId="9">
    <w:abstractNumId w:val="0"/>
  </w:num>
  <w:num w:numId="10">
    <w:abstractNumId w:val="2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970"/>
    <w:rsid w:val="000346AE"/>
    <w:rsid w:val="00052EF8"/>
    <w:rsid w:val="00064112"/>
    <w:rsid w:val="00065016"/>
    <w:rsid w:val="0007016A"/>
    <w:rsid w:val="00074D77"/>
    <w:rsid w:val="00075942"/>
    <w:rsid w:val="00093C4B"/>
    <w:rsid w:val="000952D3"/>
    <w:rsid w:val="000A0A97"/>
    <w:rsid w:val="000A3A88"/>
    <w:rsid w:val="000C1F2C"/>
    <w:rsid w:val="000C6A5C"/>
    <w:rsid w:val="000D39E0"/>
    <w:rsid w:val="000E0E91"/>
    <w:rsid w:val="000E1419"/>
    <w:rsid w:val="000F3F65"/>
    <w:rsid w:val="000F7AF2"/>
    <w:rsid w:val="001023A3"/>
    <w:rsid w:val="00104EC3"/>
    <w:rsid w:val="001052AA"/>
    <w:rsid w:val="0011034E"/>
    <w:rsid w:val="00127492"/>
    <w:rsid w:val="0013107D"/>
    <w:rsid w:val="00141970"/>
    <w:rsid w:val="0015417B"/>
    <w:rsid w:val="00161E9C"/>
    <w:rsid w:val="001658B0"/>
    <w:rsid w:val="0017398F"/>
    <w:rsid w:val="0018684D"/>
    <w:rsid w:val="00187A43"/>
    <w:rsid w:val="001938F3"/>
    <w:rsid w:val="001A0840"/>
    <w:rsid w:val="001B5300"/>
    <w:rsid w:val="001C00C9"/>
    <w:rsid w:val="001C46A2"/>
    <w:rsid w:val="001C62CB"/>
    <w:rsid w:val="001D63C9"/>
    <w:rsid w:val="001F5559"/>
    <w:rsid w:val="001F64E4"/>
    <w:rsid w:val="00206B70"/>
    <w:rsid w:val="00222675"/>
    <w:rsid w:val="002226B2"/>
    <w:rsid w:val="00223927"/>
    <w:rsid w:val="00224D1D"/>
    <w:rsid w:val="00225C92"/>
    <w:rsid w:val="00231174"/>
    <w:rsid w:val="00232258"/>
    <w:rsid w:val="0024734C"/>
    <w:rsid w:val="002628F0"/>
    <w:rsid w:val="002703F0"/>
    <w:rsid w:val="0029136C"/>
    <w:rsid w:val="00296736"/>
    <w:rsid w:val="002A12A2"/>
    <w:rsid w:val="002C3FAB"/>
    <w:rsid w:val="002C483C"/>
    <w:rsid w:val="002C5D23"/>
    <w:rsid w:val="002C7FE8"/>
    <w:rsid w:val="002D3545"/>
    <w:rsid w:val="002E6293"/>
    <w:rsid w:val="002E694E"/>
    <w:rsid w:val="002E7237"/>
    <w:rsid w:val="002F6011"/>
    <w:rsid w:val="00300AF4"/>
    <w:rsid w:val="00311E3C"/>
    <w:rsid w:val="00312068"/>
    <w:rsid w:val="00324EF4"/>
    <w:rsid w:val="00326136"/>
    <w:rsid w:val="003362A5"/>
    <w:rsid w:val="00343504"/>
    <w:rsid w:val="00345881"/>
    <w:rsid w:val="003461F4"/>
    <w:rsid w:val="00347D7B"/>
    <w:rsid w:val="00351AFC"/>
    <w:rsid w:val="003539B7"/>
    <w:rsid w:val="003551A1"/>
    <w:rsid w:val="003660C8"/>
    <w:rsid w:val="003671A2"/>
    <w:rsid w:val="003674CE"/>
    <w:rsid w:val="00375672"/>
    <w:rsid w:val="0038055C"/>
    <w:rsid w:val="00380647"/>
    <w:rsid w:val="0038483B"/>
    <w:rsid w:val="00384AEC"/>
    <w:rsid w:val="00387787"/>
    <w:rsid w:val="003937CC"/>
    <w:rsid w:val="00394042"/>
    <w:rsid w:val="00397B82"/>
    <w:rsid w:val="003A476C"/>
    <w:rsid w:val="003A6EE5"/>
    <w:rsid w:val="003B16F8"/>
    <w:rsid w:val="003B4754"/>
    <w:rsid w:val="003C48E7"/>
    <w:rsid w:val="003D3D52"/>
    <w:rsid w:val="003D6C03"/>
    <w:rsid w:val="003D736D"/>
    <w:rsid w:val="003D73DC"/>
    <w:rsid w:val="003F0E91"/>
    <w:rsid w:val="003F4C49"/>
    <w:rsid w:val="004157AE"/>
    <w:rsid w:val="0041758C"/>
    <w:rsid w:val="00430A76"/>
    <w:rsid w:val="00437131"/>
    <w:rsid w:val="00442D58"/>
    <w:rsid w:val="00445740"/>
    <w:rsid w:val="004460B2"/>
    <w:rsid w:val="00446FE8"/>
    <w:rsid w:val="00450A2B"/>
    <w:rsid w:val="00453279"/>
    <w:rsid w:val="00454909"/>
    <w:rsid w:val="004636C1"/>
    <w:rsid w:val="00465388"/>
    <w:rsid w:val="0047077C"/>
    <w:rsid w:val="00473219"/>
    <w:rsid w:val="00477B34"/>
    <w:rsid w:val="004822C7"/>
    <w:rsid w:val="00495A4C"/>
    <w:rsid w:val="00496843"/>
    <w:rsid w:val="004C2316"/>
    <w:rsid w:val="004D3C85"/>
    <w:rsid w:val="004E4B34"/>
    <w:rsid w:val="004E4F78"/>
    <w:rsid w:val="004E6570"/>
    <w:rsid w:val="004E71F7"/>
    <w:rsid w:val="004F6B89"/>
    <w:rsid w:val="00502E06"/>
    <w:rsid w:val="00505352"/>
    <w:rsid w:val="00515A21"/>
    <w:rsid w:val="00520BEA"/>
    <w:rsid w:val="005269AB"/>
    <w:rsid w:val="00527132"/>
    <w:rsid w:val="00532E55"/>
    <w:rsid w:val="0053642F"/>
    <w:rsid w:val="00536B1A"/>
    <w:rsid w:val="00544C12"/>
    <w:rsid w:val="00545213"/>
    <w:rsid w:val="00554778"/>
    <w:rsid w:val="005618C6"/>
    <w:rsid w:val="00562AD7"/>
    <w:rsid w:val="00565D21"/>
    <w:rsid w:val="00566E4E"/>
    <w:rsid w:val="005842A0"/>
    <w:rsid w:val="005866BE"/>
    <w:rsid w:val="005A5DCF"/>
    <w:rsid w:val="005B39E8"/>
    <w:rsid w:val="005C2A1D"/>
    <w:rsid w:val="005E453C"/>
    <w:rsid w:val="005F7CCE"/>
    <w:rsid w:val="006062AA"/>
    <w:rsid w:val="006126B9"/>
    <w:rsid w:val="00617200"/>
    <w:rsid w:val="00623522"/>
    <w:rsid w:val="00625988"/>
    <w:rsid w:val="00635ECD"/>
    <w:rsid w:val="006360D2"/>
    <w:rsid w:val="00641BEC"/>
    <w:rsid w:val="0065538B"/>
    <w:rsid w:val="006559F3"/>
    <w:rsid w:val="00661210"/>
    <w:rsid w:val="006627B7"/>
    <w:rsid w:val="00673320"/>
    <w:rsid w:val="00674A56"/>
    <w:rsid w:val="00675B87"/>
    <w:rsid w:val="00691143"/>
    <w:rsid w:val="0069143D"/>
    <w:rsid w:val="00696AC1"/>
    <w:rsid w:val="006A07DE"/>
    <w:rsid w:val="006B15D8"/>
    <w:rsid w:val="006B27D3"/>
    <w:rsid w:val="006D1E8D"/>
    <w:rsid w:val="006D3701"/>
    <w:rsid w:val="006E1C46"/>
    <w:rsid w:val="006E7325"/>
    <w:rsid w:val="006F405A"/>
    <w:rsid w:val="00702BD7"/>
    <w:rsid w:val="00703E9E"/>
    <w:rsid w:val="007158DF"/>
    <w:rsid w:val="0073613C"/>
    <w:rsid w:val="0075747C"/>
    <w:rsid w:val="007667F9"/>
    <w:rsid w:val="0077717B"/>
    <w:rsid w:val="00787BBA"/>
    <w:rsid w:val="007A6749"/>
    <w:rsid w:val="007C2F7C"/>
    <w:rsid w:val="007C7B82"/>
    <w:rsid w:val="007E540C"/>
    <w:rsid w:val="008113B4"/>
    <w:rsid w:val="00813BD0"/>
    <w:rsid w:val="0081417D"/>
    <w:rsid w:val="00822C16"/>
    <w:rsid w:val="0082691E"/>
    <w:rsid w:val="0083540F"/>
    <w:rsid w:val="00837678"/>
    <w:rsid w:val="008450DB"/>
    <w:rsid w:val="008508CA"/>
    <w:rsid w:val="0085116B"/>
    <w:rsid w:val="00863AD2"/>
    <w:rsid w:val="008711E3"/>
    <w:rsid w:val="00883D27"/>
    <w:rsid w:val="00894FE2"/>
    <w:rsid w:val="0089631E"/>
    <w:rsid w:val="008A3FC8"/>
    <w:rsid w:val="008A5D81"/>
    <w:rsid w:val="008D0349"/>
    <w:rsid w:val="008D22D9"/>
    <w:rsid w:val="008D236D"/>
    <w:rsid w:val="008D47F2"/>
    <w:rsid w:val="008D652F"/>
    <w:rsid w:val="008E708C"/>
    <w:rsid w:val="00902A0B"/>
    <w:rsid w:val="00904E55"/>
    <w:rsid w:val="00926D7E"/>
    <w:rsid w:val="00931D5F"/>
    <w:rsid w:val="00932C5B"/>
    <w:rsid w:val="00937E0D"/>
    <w:rsid w:val="00943485"/>
    <w:rsid w:val="00955C26"/>
    <w:rsid w:val="009602EB"/>
    <w:rsid w:val="00960857"/>
    <w:rsid w:val="009645D4"/>
    <w:rsid w:val="00964D30"/>
    <w:rsid w:val="0097393F"/>
    <w:rsid w:val="00973981"/>
    <w:rsid w:val="00980650"/>
    <w:rsid w:val="0099081A"/>
    <w:rsid w:val="009927EF"/>
    <w:rsid w:val="00992FC2"/>
    <w:rsid w:val="00994141"/>
    <w:rsid w:val="009A0C3D"/>
    <w:rsid w:val="009D3224"/>
    <w:rsid w:val="009E4A21"/>
    <w:rsid w:val="009F1F21"/>
    <w:rsid w:val="00A05B03"/>
    <w:rsid w:val="00A1242C"/>
    <w:rsid w:val="00A12CB0"/>
    <w:rsid w:val="00A41F40"/>
    <w:rsid w:val="00A72864"/>
    <w:rsid w:val="00A729D5"/>
    <w:rsid w:val="00AA7BE6"/>
    <w:rsid w:val="00AB4A4A"/>
    <w:rsid w:val="00AB74D2"/>
    <w:rsid w:val="00AC7303"/>
    <w:rsid w:val="00AD6BC2"/>
    <w:rsid w:val="00AE297C"/>
    <w:rsid w:val="00AE5047"/>
    <w:rsid w:val="00AF44A7"/>
    <w:rsid w:val="00AF665F"/>
    <w:rsid w:val="00B072FC"/>
    <w:rsid w:val="00B13632"/>
    <w:rsid w:val="00B5648A"/>
    <w:rsid w:val="00B86E5D"/>
    <w:rsid w:val="00B95259"/>
    <w:rsid w:val="00B97A23"/>
    <w:rsid w:val="00BA0BC1"/>
    <w:rsid w:val="00BA0E33"/>
    <w:rsid w:val="00BA7898"/>
    <w:rsid w:val="00BB0DA7"/>
    <w:rsid w:val="00BB5CAC"/>
    <w:rsid w:val="00BC4D08"/>
    <w:rsid w:val="00BD3CDA"/>
    <w:rsid w:val="00BD562B"/>
    <w:rsid w:val="00C04097"/>
    <w:rsid w:val="00C162E1"/>
    <w:rsid w:val="00C1766E"/>
    <w:rsid w:val="00C24954"/>
    <w:rsid w:val="00C31D1C"/>
    <w:rsid w:val="00C33278"/>
    <w:rsid w:val="00C33D20"/>
    <w:rsid w:val="00C346F0"/>
    <w:rsid w:val="00C358C4"/>
    <w:rsid w:val="00C44883"/>
    <w:rsid w:val="00C51FE9"/>
    <w:rsid w:val="00C60D39"/>
    <w:rsid w:val="00CB1679"/>
    <w:rsid w:val="00CB36B6"/>
    <w:rsid w:val="00CB385A"/>
    <w:rsid w:val="00CB5E63"/>
    <w:rsid w:val="00CC3877"/>
    <w:rsid w:val="00CC4CED"/>
    <w:rsid w:val="00CD2CCE"/>
    <w:rsid w:val="00CF281D"/>
    <w:rsid w:val="00D014B2"/>
    <w:rsid w:val="00D1136E"/>
    <w:rsid w:val="00D14088"/>
    <w:rsid w:val="00D20D51"/>
    <w:rsid w:val="00D27C88"/>
    <w:rsid w:val="00D44484"/>
    <w:rsid w:val="00D54FC8"/>
    <w:rsid w:val="00D61A64"/>
    <w:rsid w:val="00D82065"/>
    <w:rsid w:val="00D86303"/>
    <w:rsid w:val="00D90127"/>
    <w:rsid w:val="00D90827"/>
    <w:rsid w:val="00D9092C"/>
    <w:rsid w:val="00D920B6"/>
    <w:rsid w:val="00D94E3E"/>
    <w:rsid w:val="00DA1370"/>
    <w:rsid w:val="00DC6B50"/>
    <w:rsid w:val="00DD14A9"/>
    <w:rsid w:val="00DE0CEC"/>
    <w:rsid w:val="00DF63B5"/>
    <w:rsid w:val="00E035BC"/>
    <w:rsid w:val="00E13999"/>
    <w:rsid w:val="00E147CF"/>
    <w:rsid w:val="00E2116A"/>
    <w:rsid w:val="00E25D1D"/>
    <w:rsid w:val="00E41A00"/>
    <w:rsid w:val="00E524E5"/>
    <w:rsid w:val="00E60E53"/>
    <w:rsid w:val="00E8570C"/>
    <w:rsid w:val="00E869E1"/>
    <w:rsid w:val="00EC3A08"/>
    <w:rsid w:val="00EF2D0E"/>
    <w:rsid w:val="00F16DE8"/>
    <w:rsid w:val="00F22C3E"/>
    <w:rsid w:val="00F24440"/>
    <w:rsid w:val="00F33D7F"/>
    <w:rsid w:val="00F447E4"/>
    <w:rsid w:val="00F55A05"/>
    <w:rsid w:val="00F75CF6"/>
    <w:rsid w:val="00F867EA"/>
    <w:rsid w:val="00F86E23"/>
    <w:rsid w:val="00F9423B"/>
    <w:rsid w:val="00FA01BF"/>
    <w:rsid w:val="00FA6F2A"/>
    <w:rsid w:val="00FB52AB"/>
    <w:rsid w:val="00FD6B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5C26"/>
  </w:style>
  <w:style w:type="paragraph" w:styleId="1">
    <w:name w:val="heading 1"/>
    <w:basedOn w:val="a"/>
    <w:next w:val="a"/>
    <w:qFormat/>
    <w:rsid w:val="00955C26"/>
    <w:pPr>
      <w:keepNext/>
      <w:jc w:val="center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955C26"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955C26"/>
    <w:pPr>
      <w:keepNext/>
      <w:ind w:firstLine="567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955C26"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955C26"/>
    <w:pPr>
      <w:keepNext/>
      <w:jc w:val="center"/>
      <w:outlineLvl w:val="4"/>
    </w:pPr>
    <w:rPr>
      <w:rFonts w:ascii="Arial" w:hAnsi="Arial"/>
      <w:b/>
      <w:bCs/>
      <w:sz w:val="32"/>
    </w:rPr>
  </w:style>
  <w:style w:type="paragraph" w:styleId="6">
    <w:name w:val="heading 6"/>
    <w:basedOn w:val="a"/>
    <w:next w:val="a"/>
    <w:qFormat/>
    <w:rsid w:val="00955C26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955C26"/>
    <w:pPr>
      <w:keepNext/>
      <w:outlineLvl w:val="6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55C2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55C26"/>
  </w:style>
  <w:style w:type="paragraph" w:styleId="a5">
    <w:name w:val="header"/>
    <w:basedOn w:val="a"/>
    <w:rsid w:val="00955C2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955C26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955C26"/>
    <w:pPr>
      <w:ind w:firstLine="709"/>
      <w:jc w:val="both"/>
    </w:pPr>
    <w:rPr>
      <w:sz w:val="28"/>
    </w:rPr>
  </w:style>
  <w:style w:type="paragraph" w:customStyle="1" w:styleId="a7">
    <w:name w:val="Создано"/>
    <w:rsid w:val="00955C26"/>
  </w:style>
  <w:style w:type="paragraph" w:customStyle="1" w:styleId="10">
    <w:name w:val="Обычный1"/>
    <w:rsid w:val="00955C26"/>
    <w:pPr>
      <w:widowControl w:val="0"/>
      <w:spacing w:line="260" w:lineRule="auto"/>
      <w:ind w:left="280" w:right="200"/>
      <w:jc w:val="center"/>
    </w:pPr>
    <w:rPr>
      <w:b/>
      <w:snapToGrid w:val="0"/>
      <w:sz w:val="28"/>
    </w:rPr>
  </w:style>
  <w:style w:type="paragraph" w:styleId="30">
    <w:name w:val="Body Text Indent 3"/>
    <w:basedOn w:val="a"/>
    <w:rsid w:val="00955C26"/>
    <w:pPr>
      <w:ind w:firstLine="709"/>
    </w:pPr>
    <w:rPr>
      <w:rFonts w:eastAsia="Arial"/>
      <w:sz w:val="28"/>
    </w:rPr>
  </w:style>
  <w:style w:type="paragraph" w:styleId="a8">
    <w:name w:val="caption"/>
    <w:basedOn w:val="a"/>
    <w:next w:val="a"/>
    <w:qFormat/>
    <w:rsid w:val="00955C26"/>
    <w:pPr>
      <w:jc w:val="center"/>
    </w:pPr>
    <w:rPr>
      <w:b/>
      <w:sz w:val="40"/>
    </w:rPr>
  </w:style>
  <w:style w:type="paragraph" w:customStyle="1" w:styleId="ConsNormal">
    <w:name w:val="ConsNormal"/>
    <w:rsid w:val="00955C26"/>
    <w:pPr>
      <w:widowControl w:val="0"/>
      <w:ind w:firstLine="720"/>
    </w:pPr>
    <w:rPr>
      <w:rFonts w:ascii="Arial" w:hAnsi="Arial"/>
      <w:snapToGrid w:val="0"/>
    </w:rPr>
  </w:style>
  <w:style w:type="table" w:styleId="a9">
    <w:name w:val="Table Grid"/>
    <w:basedOn w:val="a1"/>
    <w:rsid w:val="0056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28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4D3C8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AF44A7"/>
    <w:pPr>
      <w:widowControl w:val="0"/>
      <w:autoSpaceDE w:val="0"/>
      <w:autoSpaceDN w:val="0"/>
      <w:adjustRightInd w:val="0"/>
      <w:spacing w:line="281" w:lineRule="exact"/>
      <w:ind w:firstLine="713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basedOn w:val="a0"/>
    <w:rsid w:val="00AF44A7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C31D1C"/>
    <w:pPr>
      <w:ind w:left="720"/>
      <w:contextualSpacing/>
    </w:pPr>
  </w:style>
  <w:style w:type="paragraph" w:styleId="ac">
    <w:name w:val="Normal (Web)"/>
    <w:basedOn w:val="a"/>
    <w:rsid w:val="0061720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0;&#1044;&#1052;&#1048;&#1053;&#1048;-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20140-6669-4A64-A67B-5038CA88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АДМИНИ-2</Template>
  <TotalTime>3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Главы РК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 АС</dc:creator>
  <cp:lastModifiedBy>HP</cp:lastModifiedBy>
  <cp:revision>3</cp:revision>
  <cp:lastPrinted>2022-07-14T06:40:00Z</cp:lastPrinted>
  <dcterms:created xsi:type="dcterms:W3CDTF">2024-07-16T09:23:00Z</dcterms:created>
  <dcterms:modified xsi:type="dcterms:W3CDTF">2024-07-16T12:21:00Z</dcterms:modified>
</cp:coreProperties>
</file>